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8F48F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BEF2B5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15E4287" w14:textId="4259C48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E1397">
        <w:rPr>
          <w:rFonts w:ascii="Corbel" w:hAnsi="Corbel"/>
          <w:i/>
          <w:smallCaps/>
          <w:sz w:val="24"/>
          <w:szCs w:val="24"/>
        </w:rPr>
        <w:t>20</w:t>
      </w:r>
      <w:r w:rsidR="00BE11AE">
        <w:rPr>
          <w:rFonts w:ascii="Corbel" w:hAnsi="Corbel"/>
          <w:i/>
          <w:smallCaps/>
          <w:sz w:val="24"/>
          <w:szCs w:val="24"/>
        </w:rPr>
        <w:t>19</w:t>
      </w:r>
      <w:r w:rsidR="004E1397">
        <w:rPr>
          <w:rFonts w:ascii="Corbel" w:hAnsi="Corbel"/>
          <w:i/>
          <w:smallCaps/>
          <w:sz w:val="24"/>
          <w:szCs w:val="24"/>
        </w:rPr>
        <w:t>/202</w:t>
      </w:r>
      <w:r w:rsidR="00BE11AE">
        <w:rPr>
          <w:rFonts w:ascii="Corbel" w:hAnsi="Corbel"/>
          <w:i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82B2F6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BC64DA6" w14:textId="67B141F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A3D8F">
        <w:rPr>
          <w:rFonts w:ascii="Corbel" w:hAnsi="Corbel"/>
          <w:sz w:val="20"/>
          <w:szCs w:val="20"/>
        </w:rPr>
        <w:t xml:space="preserve">Rok akademicki </w:t>
      </w:r>
      <w:r w:rsidR="004E1397">
        <w:rPr>
          <w:rFonts w:ascii="Corbel" w:hAnsi="Corbel"/>
          <w:sz w:val="20"/>
          <w:szCs w:val="20"/>
        </w:rPr>
        <w:t>20</w:t>
      </w:r>
      <w:r w:rsidR="00BE11AE">
        <w:rPr>
          <w:rFonts w:ascii="Corbel" w:hAnsi="Corbel"/>
          <w:sz w:val="20"/>
          <w:szCs w:val="20"/>
        </w:rPr>
        <w:t>19</w:t>
      </w:r>
      <w:r w:rsidR="004E1397">
        <w:rPr>
          <w:rFonts w:ascii="Corbel" w:hAnsi="Corbel"/>
          <w:sz w:val="20"/>
          <w:szCs w:val="20"/>
        </w:rPr>
        <w:t>/202</w:t>
      </w:r>
      <w:r w:rsidR="00BE11AE">
        <w:rPr>
          <w:rFonts w:ascii="Corbel" w:hAnsi="Corbel"/>
          <w:sz w:val="20"/>
          <w:szCs w:val="20"/>
        </w:rPr>
        <w:t>0</w:t>
      </w:r>
    </w:p>
    <w:p w14:paraId="719D9AD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B0E0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D43B322" w14:textId="77777777" w:rsidTr="00B819C8">
        <w:tc>
          <w:tcPr>
            <w:tcW w:w="2694" w:type="dxa"/>
            <w:vAlign w:val="center"/>
          </w:tcPr>
          <w:p w14:paraId="486581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25E15D" w14:textId="77777777" w:rsidR="0085747A" w:rsidRPr="009C54AE" w:rsidRDefault="004E13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</w:t>
            </w:r>
            <w:r w:rsidR="002A3D8F" w:rsidRPr="002A3D8F">
              <w:rPr>
                <w:rFonts w:ascii="Corbel" w:hAnsi="Corbel"/>
                <w:b w:val="0"/>
                <w:sz w:val="24"/>
                <w:szCs w:val="24"/>
              </w:rPr>
              <w:t>echnologia Informacyjna</w:t>
            </w:r>
          </w:p>
        </w:tc>
      </w:tr>
      <w:tr w:rsidR="0085747A" w:rsidRPr="009C54AE" w14:paraId="54E45F0F" w14:textId="77777777" w:rsidTr="00B819C8">
        <w:tc>
          <w:tcPr>
            <w:tcW w:w="2694" w:type="dxa"/>
            <w:vAlign w:val="center"/>
          </w:tcPr>
          <w:p w14:paraId="693BED0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B01F36D" w14:textId="77777777" w:rsidR="0085747A" w:rsidRPr="009C54AE" w:rsidRDefault="002A3D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3D8F">
              <w:rPr>
                <w:rFonts w:ascii="Corbel" w:hAnsi="Corbel"/>
                <w:b w:val="0"/>
                <w:sz w:val="24"/>
                <w:szCs w:val="24"/>
              </w:rPr>
              <w:t>BW17</w:t>
            </w:r>
          </w:p>
        </w:tc>
      </w:tr>
      <w:tr w:rsidR="0085747A" w:rsidRPr="009C54AE" w14:paraId="54794C86" w14:textId="77777777" w:rsidTr="00B819C8">
        <w:tc>
          <w:tcPr>
            <w:tcW w:w="2694" w:type="dxa"/>
            <w:vAlign w:val="center"/>
          </w:tcPr>
          <w:p w14:paraId="581FA0B5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0652CEC" w14:textId="77777777" w:rsidR="0085747A" w:rsidRPr="009C54AE" w:rsidRDefault="002A3D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D4368FE" w14:textId="77777777" w:rsidTr="00B819C8">
        <w:tc>
          <w:tcPr>
            <w:tcW w:w="2694" w:type="dxa"/>
            <w:vAlign w:val="center"/>
          </w:tcPr>
          <w:p w14:paraId="4C7995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F564FE1" w14:textId="6B1E10DA" w:rsidR="0085747A" w:rsidRPr="009C54AE" w:rsidRDefault="001577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D33DEED" w14:textId="77777777" w:rsidTr="00B819C8">
        <w:tc>
          <w:tcPr>
            <w:tcW w:w="2694" w:type="dxa"/>
            <w:vAlign w:val="center"/>
          </w:tcPr>
          <w:p w14:paraId="7E1FB4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1628FD0" w14:textId="77777777" w:rsidR="0085747A" w:rsidRPr="009C54AE" w:rsidRDefault="002A3D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9C54AE" w14:paraId="71CC08AB" w14:textId="77777777" w:rsidTr="00B819C8">
        <w:tc>
          <w:tcPr>
            <w:tcW w:w="2694" w:type="dxa"/>
            <w:vAlign w:val="center"/>
          </w:tcPr>
          <w:p w14:paraId="29FC051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5AFDEB" w14:textId="77777777" w:rsidR="0085747A" w:rsidRPr="009C54AE" w:rsidRDefault="002A3D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29B0A5A9" w14:textId="77777777" w:rsidTr="00B819C8">
        <w:tc>
          <w:tcPr>
            <w:tcW w:w="2694" w:type="dxa"/>
            <w:vAlign w:val="center"/>
          </w:tcPr>
          <w:p w14:paraId="3B7582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15B43F" w14:textId="77777777" w:rsidR="0085747A" w:rsidRPr="009C54AE" w:rsidRDefault="002A3D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5B5E0CB2" w14:textId="77777777" w:rsidTr="00B819C8">
        <w:tc>
          <w:tcPr>
            <w:tcW w:w="2694" w:type="dxa"/>
            <w:vAlign w:val="center"/>
          </w:tcPr>
          <w:p w14:paraId="78D016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0B0224" w14:textId="77777777" w:rsidR="0085747A" w:rsidRPr="009C54AE" w:rsidRDefault="002A3D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DDE65B9" w14:textId="77777777" w:rsidTr="00B819C8">
        <w:tc>
          <w:tcPr>
            <w:tcW w:w="2694" w:type="dxa"/>
            <w:vAlign w:val="center"/>
          </w:tcPr>
          <w:p w14:paraId="4219FEE7" w14:textId="4891505D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A54AF84" w14:textId="04E10BE0" w:rsidR="0085747A" w:rsidRPr="009C54AE" w:rsidRDefault="005F3B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A3396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sem.I</w:t>
            </w:r>
          </w:p>
        </w:tc>
      </w:tr>
      <w:tr w:rsidR="0085747A" w:rsidRPr="009C54AE" w14:paraId="75BC701E" w14:textId="77777777" w:rsidTr="00B819C8">
        <w:tc>
          <w:tcPr>
            <w:tcW w:w="2694" w:type="dxa"/>
            <w:vAlign w:val="center"/>
          </w:tcPr>
          <w:p w14:paraId="77F12C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A56F9DC" w14:textId="2D0F9DAE" w:rsidR="0085747A" w:rsidRPr="009C54AE" w:rsidRDefault="00665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A3D8F">
              <w:rPr>
                <w:rFonts w:ascii="Corbel" w:hAnsi="Corbel"/>
                <w:b w:val="0"/>
                <w:sz w:val="24"/>
                <w:szCs w:val="24"/>
              </w:rPr>
              <w:t>bowiązkowy</w:t>
            </w:r>
          </w:p>
        </w:tc>
      </w:tr>
      <w:tr w:rsidR="00923D7D" w:rsidRPr="009C54AE" w14:paraId="3BB22F19" w14:textId="77777777" w:rsidTr="00B819C8">
        <w:tc>
          <w:tcPr>
            <w:tcW w:w="2694" w:type="dxa"/>
            <w:vAlign w:val="center"/>
          </w:tcPr>
          <w:p w14:paraId="5926313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3A4693" w14:textId="4841BCC7" w:rsidR="00923D7D" w:rsidRPr="009C54AE" w:rsidRDefault="00665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A3D8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FC8D0D2" w14:textId="77777777" w:rsidTr="00B819C8">
        <w:tc>
          <w:tcPr>
            <w:tcW w:w="2694" w:type="dxa"/>
            <w:vAlign w:val="center"/>
          </w:tcPr>
          <w:p w14:paraId="3DC5A6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981775" w14:textId="0DA54C02" w:rsidR="0085747A" w:rsidRPr="003C09E6" w:rsidRDefault="003C09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</w:t>
            </w:r>
          </w:p>
        </w:tc>
      </w:tr>
      <w:tr w:rsidR="0085747A" w:rsidRPr="009C54AE" w14:paraId="3214E2C8" w14:textId="77777777" w:rsidTr="00B819C8">
        <w:tc>
          <w:tcPr>
            <w:tcW w:w="2694" w:type="dxa"/>
            <w:vAlign w:val="center"/>
          </w:tcPr>
          <w:p w14:paraId="560009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66BAB0" w14:textId="77777777" w:rsidR="0085747A" w:rsidRPr="009C54AE" w:rsidRDefault="002A3D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Karol Piękoś</w:t>
            </w:r>
          </w:p>
        </w:tc>
      </w:tr>
    </w:tbl>
    <w:p w14:paraId="664CDB4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D84738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51DC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88E037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BAC11E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FC8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B20E1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AD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568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749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6F9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DC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01D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B1F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260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BCB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78931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496B" w14:textId="77777777" w:rsidR="00015B8F" w:rsidRPr="009C54AE" w:rsidRDefault="002A3D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875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EA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F1C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A5847" w14:textId="77777777" w:rsidR="00015B8F" w:rsidRPr="009C54AE" w:rsidRDefault="00D158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95D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C2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426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4D6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44FE0" w14:textId="77777777" w:rsidR="00015B8F" w:rsidRPr="009C54AE" w:rsidRDefault="002A3D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54FD39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74F40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BC3EA1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5F8844A" w14:textId="77777777" w:rsidR="0085747A" w:rsidRPr="009C54AE" w:rsidRDefault="004E139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E1397">
        <w:rPr>
          <w:rFonts w:ascii="MS Gothic" w:eastAsia="MS Gothic" w:hAnsi="MS Gothic" w:cs="MS Gothic" w:hint="eastAsia"/>
          <w:b w:val="0"/>
          <w:smallCaps w:val="0"/>
          <w:szCs w:val="24"/>
        </w:rPr>
        <w:t>☒</w:t>
      </w:r>
      <w:r>
        <w:rPr>
          <w:rFonts w:ascii="MS Gothic" w:eastAsia="MS Gothic" w:hAnsi="MS Gothic" w:cs="MS Gothic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9F8087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B6981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8E04FA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861ABF0" w14:textId="77777777" w:rsidR="002A3D8F" w:rsidRPr="002A3D8F" w:rsidRDefault="002A3D8F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2A3D8F">
        <w:rPr>
          <w:rFonts w:ascii="Corbel" w:hAnsi="Corbel"/>
          <w:b w:val="0"/>
          <w:smallCaps w:val="0"/>
          <w:szCs w:val="24"/>
        </w:rPr>
        <w:t>aliczenie z oceną</w:t>
      </w:r>
    </w:p>
    <w:p w14:paraId="760DC3B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1B3AA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9D4C60" w14:textId="77777777" w:rsidTr="00745302">
        <w:tc>
          <w:tcPr>
            <w:tcW w:w="9670" w:type="dxa"/>
          </w:tcPr>
          <w:p w14:paraId="74A5B80F" w14:textId="77777777" w:rsidR="0085747A" w:rsidRPr="009C54AE" w:rsidRDefault="002A3D8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3D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znajomości obsługi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komputera i środowiska Windows</w:t>
            </w:r>
            <w:r w:rsidR="009A3D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4931BC7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F87E9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1E38CD" w14:textId="77777777" w:rsidR="002A3D8F" w:rsidRDefault="002A3D8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75B4B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A38D3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6CD5F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CEBAF1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8"/>
        <w:gridCol w:w="8852"/>
      </w:tblGrid>
      <w:tr w:rsidR="004E1397" w:rsidRPr="00665A46" w14:paraId="388960DB" w14:textId="77777777" w:rsidTr="00ED78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8132A" w14:textId="77777777" w:rsidR="004E1397" w:rsidRPr="00665A46" w:rsidRDefault="004E1397" w:rsidP="00ED78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65A4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12FE" w14:textId="77777777" w:rsidR="004E1397" w:rsidRPr="00665A46" w:rsidRDefault="004E1397" w:rsidP="00ED788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5A46">
              <w:rPr>
                <w:rFonts w:ascii="Corbel" w:hAnsi="Corbel"/>
                <w:sz w:val="24"/>
                <w:szCs w:val="24"/>
              </w:rPr>
              <w:t>Zapoznanie studentów z obszarami zastosowań technologii informacyjnej w naukach społecznych.</w:t>
            </w:r>
          </w:p>
        </w:tc>
      </w:tr>
      <w:tr w:rsidR="004E1397" w:rsidRPr="00665A46" w14:paraId="13DDA40F" w14:textId="77777777" w:rsidTr="00ED78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8F73" w14:textId="77777777" w:rsidR="004E1397" w:rsidRPr="00665A46" w:rsidRDefault="004E1397" w:rsidP="00ED788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65A4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D2BE" w14:textId="77777777" w:rsidR="004E1397" w:rsidRPr="00665A46" w:rsidRDefault="004E1397" w:rsidP="00ED788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5A46">
              <w:rPr>
                <w:rFonts w:ascii="Corbel" w:hAnsi="Corbel"/>
                <w:sz w:val="24"/>
                <w:szCs w:val="24"/>
              </w:rPr>
              <w:t>Zdobycie umiejętności, posługiwania się narzędziami pakietu MS Office.</w:t>
            </w:r>
          </w:p>
        </w:tc>
      </w:tr>
      <w:tr w:rsidR="004E1397" w:rsidRPr="00665A46" w14:paraId="3ED30762" w14:textId="77777777" w:rsidTr="00ED78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B8F8B" w14:textId="77777777" w:rsidR="004E1397" w:rsidRPr="00665A46" w:rsidRDefault="004E1397" w:rsidP="00ED788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65A4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94E6" w14:textId="77777777" w:rsidR="004E1397" w:rsidRPr="00665A46" w:rsidRDefault="004E1397" w:rsidP="00ED788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5A46">
              <w:rPr>
                <w:rFonts w:ascii="Corbel" w:hAnsi="Corbel"/>
                <w:sz w:val="24"/>
                <w:szCs w:val="24"/>
              </w:rPr>
              <w:t>Zdobycie umiejętności wykorzystywania zasobów bibliotek cyfrowych oraz naukowych baz danych.</w:t>
            </w:r>
          </w:p>
        </w:tc>
      </w:tr>
    </w:tbl>
    <w:p w14:paraId="6247909E" w14:textId="77777777" w:rsidR="002A3D8F" w:rsidRPr="009C54AE" w:rsidRDefault="002A3D8F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83F8A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7E7172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4E1397" w:rsidRPr="009C54AE" w14:paraId="6A1994C0" w14:textId="77777777" w:rsidTr="00ED788C">
        <w:tc>
          <w:tcPr>
            <w:tcW w:w="1701" w:type="dxa"/>
            <w:vAlign w:val="center"/>
          </w:tcPr>
          <w:p w14:paraId="57701001" w14:textId="77777777" w:rsidR="004E1397" w:rsidRPr="009C54AE" w:rsidRDefault="004E1397" w:rsidP="00ED78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22D23B" w14:textId="77777777" w:rsidR="004E1397" w:rsidRPr="009C54AE" w:rsidRDefault="004E1397" w:rsidP="00ED78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</w:tc>
        <w:tc>
          <w:tcPr>
            <w:tcW w:w="1873" w:type="dxa"/>
            <w:vAlign w:val="center"/>
          </w:tcPr>
          <w:p w14:paraId="2FE7C912" w14:textId="77777777" w:rsidR="004E1397" w:rsidRPr="009C54AE" w:rsidRDefault="004E1397" w:rsidP="00ED78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="004E1397" w:rsidRPr="009C54AE" w14:paraId="1902ED4F" w14:textId="77777777" w:rsidTr="00ED788C">
        <w:tc>
          <w:tcPr>
            <w:tcW w:w="1701" w:type="dxa"/>
          </w:tcPr>
          <w:p w14:paraId="726C6D97" w14:textId="77777777" w:rsidR="004E1397" w:rsidRPr="006B413E" w:rsidRDefault="004E1397" w:rsidP="00ED78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413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B413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14:paraId="44B5284D" w14:textId="77777777" w:rsidR="004E1397" w:rsidRPr="00A74E76" w:rsidRDefault="004E1397" w:rsidP="00A74E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74E76">
              <w:rPr>
                <w:rFonts w:ascii="Corbel" w:hAnsi="Corbel"/>
                <w:sz w:val="24"/>
                <w:szCs w:val="24"/>
              </w:rPr>
              <w:t>Student wyjaśnia rolę mediów w społeczeństwie informacyjnym</w:t>
            </w:r>
            <w:r w:rsidR="00497257" w:rsidRPr="00A74E7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74D7E1EB" w14:textId="77777777" w:rsidR="004E1397" w:rsidRPr="009C54AE" w:rsidRDefault="004E1397" w:rsidP="00ED78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4E1397" w:rsidRPr="009C54AE" w14:paraId="63AC2552" w14:textId="77777777" w:rsidTr="00ED788C">
        <w:tc>
          <w:tcPr>
            <w:tcW w:w="1701" w:type="dxa"/>
          </w:tcPr>
          <w:p w14:paraId="2056A9C5" w14:textId="77777777" w:rsidR="004E1397" w:rsidRPr="006B413E" w:rsidRDefault="004E1397" w:rsidP="00ED78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413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B413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14:paraId="37BBBBA4" w14:textId="77777777" w:rsidR="004E1397" w:rsidRPr="00A74E76" w:rsidRDefault="004E1397" w:rsidP="00A74E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74E76">
              <w:rPr>
                <w:rFonts w:ascii="Corbel" w:hAnsi="Corbel"/>
                <w:sz w:val="24"/>
                <w:szCs w:val="24"/>
              </w:rPr>
              <w:t>Student charakteryzuje i klasyfikuje techniki informacyjno-komunikacyjne.</w:t>
            </w:r>
          </w:p>
        </w:tc>
        <w:tc>
          <w:tcPr>
            <w:tcW w:w="1873" w:type="dxa"/>
          </w:tcPr>
          <w:p w14:paraId="381A4A96" w14:textId="77777777" w:rsidR="004E1397" w:rsidRDefault="004E1397" w:rsidP="00ED78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4E1397" w:rsidRPr="009C54AE" w14:paraId="5649E454" w14:textId="77777777" w:rsidTr="00ED788C">
        <w:tc>
          <w:tcPr>
            <w:tcW w:w="1701" w:type="dxa"/>
          </w:tcPr>
          <w:p w14:paraId="5E20A9E8" w14:textId="77777777" w:rsidR="004E1397" w:rsidRPr="006B413E" w:rsidRDefault="004E1397" w:rsidP="00ED78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413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vAlign w:val="center"/>
          </w:tcPr>
          <w:p w14:paraId="2623116F" w14:textId="77777777" w:rsidR="004E1397" w:rsidRPr="00A74E76" w:rsidRDefault="004E1397" w:rsidP="00A74E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74E76">
              <w:rPr>
                <w:rFonts w:ascii="Corbel" w:hAnsi="Corbel"/>
                <w:sz w:val="24"/>
                <w:szCs w:val="24"/>
              </w:rPr>
              <w:t>Student posiada umiejętność wykorzystywania naukowych portali (stron WWW).</w:t>
            </w:r>
          </w:p>
        </w:tc>
        <w:tc>
          <w:tcPr>
            <w:tcW w:w="1873" w:type="dxa"/>
          </w:tcPr>
          <w:p w14:paraId="2A60953C" w14:textId="77777777" w:rsidR="004E1397" w:rsidRPr="009C54AE" w:rsidRDefault="004E1397" w:rsidP="00ED78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4E1397" w:rsidRPr="009C54AE" w14:paraId="7F63A383" w14:textId="77777777" w:rsidTr="00ED788C">
        <w:tc>
          <w:tcPr>
            <w:tcW w:w="1701" w:type="dxa"/>
          </w:tcPr>
          <w:p w14:paraId="6BC959EF" w14:textId="77777777" w:rsidR="004E1397" w:rsidRPr="006B413E" w:rsidRDefault="004E1397" w:rsidP="00ED78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413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  <w:vAlign w:val="center"/>
          </w:tcPr>
          <w:p w14:paraId="268C037D" w14:textId="66CF3D06" w:rsidR="004E1397" w:rsidRPr="00A74E76" w:rsidRDefault="004E1397" w:rsidP="00A74E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74E76">
              <w:rPr>
                <w:rFonts w:ascii="Corbel" w:hAnsi="Corbel"/>
                <w:sz w:val="24"/>
                <w:szCs w:val="24"/>
              </w:rPr>
              <w:t>Student potrafi analizować e-źródła, edytuje dokumenty tekstowe zgodnie z wymogami edytor</w:t>
            </w:r>
            <w:r w:rsidR="00BB3A9F" w:rsidRPr="00A74E76">
              <w:rPr>
                <w:rFonts w:ascii="Corbel" w:hAnsi="Corbel"/>
                <w:sz w:val="24"/>
                <w:szCs w:val="24"/>
              </w:rPr>
              <w:t>sk</w:t>
            </w:r>
            <w:r w:rsidRPr="00A74E76">
              <w:rPr>
                <w:rFonts w:ascii="Corbel" w:hAnsi="Corbel"/>
                <w:sz w:val="24"/>
                <w:szCs w:val="24"/>
              </w:rPr>
              <w:t>imi.</w:t>
            </w:r>
          </w:p>
        </w:tc>
        <w:tc>
          <w:tcPr>
            <w:tcW w:w="1873" w:type="dxa"/>
          </w:tcPr>
          <w:p w14:paraId="646E87FB" w14:textId="77777777" w:rsidR="004E1397" w:rsidRDefault="004E1397" w:rsidP="00ED78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4E1397" w:rsidRPr="009C54AE" w14:paraId="7EC0576D" w14:textId="77777777" w:rsidTr="00ED788C">
        <w:tc>
          <w:tcPr>
            <w:tcW w:w="1701" w:type="dxa"/>
          </w:tcPr>
          <w:p w14:paraId="2C84D80B" w14:textId="77777777" w:rsidR="004E1397" w:rsidRPr="006B413E" w:rsidRDefault="004E1397" w:rsidP="00ED78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413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  <w:vAlign w:val="center"/>
          </w:tcPr>
          <w:p w14:paraId="7F60F6C8" w14:textId="77777777" w:rsidR="004E1397" w:rsidRPr="00A74E76" w:rsidRDefault="004E1397" w:rsidP="00A74E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74E76">
              <w:rPr>
                <w:rFonts w:ascii="Corbel" w:hAnsi="Corbel"/>
                <w:sz w:val="24"/>
                <w:szCs w:val="24"/>
              </w:rPr>
              <w:t>Student potrafi korzystać z możliwości pakietu biurowego MS Office i  respektuje zasady dotyczące ochrony własności intelektualnej.</w:t>
            </w:r>
          </w:p>
        </w:tc>
        <w:tc>
          <w:tcPr>
            <w:tcW w:w="1873" w:type="dxa"/>
          </w:tcPr>
          <w:p w14:paraId="45E86039" w14:textId="77777777" w:rsidR="004E1397" w:rsidRDefault="004E1397" w:rsidP="00ED78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</w:tbl>
    <w:p w14:paraId="3B29F765" w14:textId="77777777" w:rsidR="002A3D8F" w:rsidRPr="009C54AE" w:rsidRDefault="002A3D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04A52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1416DC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1CB77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17BF53" w14:textId="77777777" w:rsidTr="00923D7D">
        <w:tc>
          <w:tcPr>
            <w:tcW w:w="9639" w:type="dxa"/>
          </w:tcPr>
          <w:p w14:paraId="26B64F9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4338EB0" w14:textId="77777777" w:rsidTr="00923D7D">
        <w:tc>
          <w:tcPr>
            <w:tcW w:w="9639" w:type="dxa"/>
          </w:tcPr>
          <w:p w14:paraId="1913B5D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53D047D" w14:textId="77777777" w:rsidTr="00923D7D">
        <w:tc>
          <w:tcPr>
            <w:tcW w:w="9639" w:type="dxa"/>
          </w:tcPr>
          <w:p w14:paraId="68F5B56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9647B1C" w14:textId="77777777" w:rsidTr="00923D7D">
        <w:tc>
          <w:tcPr>
            <w:tcW w:w="9639" w:type="dxa"/>
          </w:tcPr>
          <w:p w14:paraId="00E2019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ED3DF4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2980C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03E584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20"/>
      </w:tblGrid>
      <w:tr w:rsidR="00497257" w:rsidRPr="00B347F9" w14:paraId="2C99EF3F" w14:textId="77777777" w:rsidTr="00ED788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F9DA" w14:textId="77777777" w:rsidR="00497257" w:rsidRPr="00B347F9" w:rsidRDefault="00497257" w:rsidP="00ED788C">
            <w:pPr>
              <w:pStyle w:val="Akapitzlist1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347F9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497257" w:rsidRPr="00B347F9" w14:paraId="7904ACE1" w14:textId="77777777" w:rsidTr="00ED788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0F91" w14:textId="77777777" w:rsidR="00497257" w:rsidRPr="00B347F9" w:rsidRDefault="00497257" w:rsidP="00497257">
            <w:pPr>
              <w:pStyle w:val="Akapitzlist1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Objaśnienie roli technologii informacyjnej we współczesnym świecie.</w:t>
            </w:r>
          </w:p>
          <w:p w14:paraId="3A6DF2AF" w14:textId="77777777" w:rsidR="00497257" w:rsidRPr="00B347F9" w:rsidRDefault="00497257" w:rsidP="0049725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w środowisku MS Office. </w:t>
            </w:r>
          </w:p>
          <w:p w14:paraId="27040894" w14:textId="7CA43C07" w:rsidR="00497257" w:rsidRDefault="00497257" w:rsidP="0049725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</w:t>
            </w:r>
            <w:r w:rsidR="00E87761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 własności intelektualnej w sieci.</w:t>
            </w:r>
          </w:p>
          <w:p w14:paraId="60C9E9E9" w14:textId="77777777" w:rsidR="00497257" w:rsidRDefault="00497257" w:rsidP="0049725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Wykorzystywanie zasobów naukowych Internetu (bibliotek cyfrowych, baz danych, portali naukowych).</w:t>
            </w:r>
          </w:p>
          <w:p w14:paraId="3D1F68CF" w14:textId="77777777" w:rsidR="00497257" w:rsidRPr="00B347F9" w:rsidRDefault="00497257" w:rsidP="0049725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w sieci, ochrona danych i użytkownika.</w:t>
            </w:r>
          </w:p>
        </w:tc>
      </w:tr>
    </w:tbl>
    <w:p w14:paraId="43693238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9DF387" w14:textId="77777777" w:rsidR="00A74E76" w:rsidRDefault="00A74E7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94719D" w14:textId="77777777" w:rsidR="00A74E76" w:rsidRPr="009C54AE" w:rsidRDefault="00A74E7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B8593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22C3467" w14:textId="77777777" w:rsidR="00A74E76" w:rsidRPr="00153C41" w:rsidRDefault="00A74E76" w:rsidP="00A74E76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14:paraId="14E32385" w14:textId="77777777" w:rsidR="00A74E76" w:rsidRDefault="00A74E76" w:rsidP="00A74E7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68D65F75" w14:textId="77777777" w:rsidR="00A74E76" w:rsidRDefault="00A74E76" w:rsidP="00A74E7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031909E9" w14:textId="77777777" w:rsidR="00A74E76" w:rsidRPr="00F1319E" w:rsidRDefault="00A74E76" w:rsidP="00A74E7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14:paraId="7C42BE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9752A5" w14:textId="77777777" w:rsidR="0085747A" w:rsidRPr="005C5AE9" w:rsidRDefault="00461F06" w:rsidP="00461F06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5C5AE9">
        <w:rPr>
          <w:rFonts w:ascii="Corbel" w:hAnsi="Corbel"/>
          <w:b w:val="0"/>
          <w:smallCaps w:val="0"/>
          <w:color w:val="000000"/>
          <w:szCs w:val="24"/>
        </w:rPr>
        <w:t>elementy wykładu problemowego z prezentacją multimedialną, zajęcia praktyczne z wykorzystaniem komputera</w:t>
      </w:r>
    </w:p>
    <w:p w14:paraId="734A5409" w14:textId="77777777" w:rsidR="00461F06" w:rsidRDefault="00461F0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86E425" w14:textId="77777777" w:rsidR="009A3D07" w:rsidRDefault="009A3D0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EB111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EFC962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18F90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815AD52" w14:textId="77777777" w:rsidR="00461F06" w:rsidRDefault="00461F0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497257" w:rsidRPr="005C5AE9" w14:paraId="4ECD1595" w14:textId="77777777" w:rsidTr="00ED788C">
        <w:tc>
          <w:tcPr>
            <w:tcW w:w="2410" w:type="dxa"/>
            <w:vAlign w:val="center"/>
          </w:tcPr>
          <w:p w14:paraId="72A71CB2" w14:textId="77777777" w:rsidR="00497257" w:rsidRPr="005C5AE9" w:rsidRDefault="00497257" w:rsidP="00ED78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AE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004C6E3" w14:textId="77777777" w:rsidR="00497257" w:rsidRPr="005C5AE9" w:rsidRDefault="00497257" w:rsidP="00ED78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5A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4EAD70" w14:textId="77777777" w:rsidR="00497257" w:rsidRPr="005C5AE9" w:rsidRDefault="00497257" w:rsidP="00ED78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A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F60534A" w14:textId="77777777" w:rsidR="00497257" w:rsidRPr="005C5AE9" w:rsidRDefault="00497257" w:rsidP="00ED78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AE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D682129" w14:textId="77777777" w:rsidR="00497257" w:rsidRPr="005C5AE9" w:rsidRDefault="00497257" w:rsidP="00ED78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AE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97257" w:rsidRPr="005C5AE9" w14:paraId="5338B57C" w14:textId="77777777" w:rsidTr="00ED788C">
        <w:tc>
          <w:tcPr>
            <w:tcW w:w="2410" w:type="dxa"/>
          </w:tcPr>
          <w:p w14:paraId="2CC1E05A" w14:textId="77777777" w:rsidR="00497257" w:rsidRPr="005C5AE9" w:rsidRDefault="00497257" w:rsidP="00ED78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5AE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24C8B3C4" w14:textId="77777777" w:rsidR="00497257" w:rsidRPr="005C5AE9" w:rsidRDefault="00497257" w:rsidP="00ED788C">
            <w:pPr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5C5AE9">
              <w:rPr>
                <w:rFonts w:ascii="Corbel" w:hAnsi="Corbel"/>
                <w:sz w:val="24"/>
                <w:szCs w:val="24"/>
              </w:rPr>
              <w:t>Ocena podczas rozmowy na zajęciach .</w:t>
            </w:r>
          </w:p>
        </w:tc>
        <w:tc>
          <w:tcPr>
            <w:tcW w:w="2126" w:type="dxa"/>
          </w:tcPr>
          <w:p w14:paraId="42A51C3A" w14:textId="77777777" w:rsidR="00497257" w:rsidRPr="005C5AE9" w:rsidRDefault="00497257" w:rsidP="00ED788C">
            <w:pPr>
              <w:spacing w:before="40"/>
              <w:rPr>
                <w:rFonts w:ascii="Corbel" w:hAnsi="Corbel"/>
                <w:sz w:val="24"/>
                <w:szCs w:val="24"/>
              </w:rPr>
            </w:pPr>
            <w:r w:rsidRPr="005C5AE9">
              <w:rPr>
                <w:rFonts w:ascii="Corbel" w:hAnsi="Corbel"/>
                <w:sz w:val="24"/>
                <w:szCs w:val="24"/>
              </w:rPr>
              <w:t xml:space="preserve">lab. </w:t>
            </w:r>
          </w:p>
        </w:tc>
      </w:tr>
      <w:tr w:rsidR="00497257" w:rsidRPr="005C5AE9" w14:paraId="0EE965EA" w14:textId="77777777" w:rsidTr="00ED788C">
        <w:tc>
          <w:tcPr>
            <w:tcW w:w="2410" w:type="dxa"/>
          </w:tcPr>
          <w:p w14:paraId="41973CC6" w14:textId="77777777" w:rsidR="00497257" w:rsidRPr="005C5AE9" w:rsidRDefault="00497257" w:rsidP="00ED78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5AE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620352E4" w14:textId="77777777" w:rsidR="00497257" w:rsidRPr="005C5AE9" w:rsidRDefault="00497257" w:rsidP="00ED788C">
            <w:pPr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5C5AE9">
              <w:rPr>
                <w:rFonts w:ascii="Corbel" w:hAnsi="Corbel"/>
                <w:sz w:val="24"/>
                <w:szCs w:val="24"/>
              </w:rPr>
              <w:t>Ocena podczas rozmowy na zajęciach.</w:t>
            </w:r>
          </w:p>
        </w:tc>
        <w:tc>
          <w:tcPr>
            <w:tcW w:w="2126" w:type="dxa"/>
          </w:tcPr>
          <w:p w14:paraId="348FE24D" w14:textId="77777777" w:rsidR="00497257" w:rsidRPr="005C5AE9" w:rsidRDefault="00497257" w:rsidP="00ED788C">
            <w:pPr>
              <w:spacing w:before="40"/>
              <w:rPr>
                <w:rFonts w:ascii="Corbel" w:hAnsi="Corbel"/>
                <w:sz w:val="24"/>
                <w:szCs w:val="24"/>
              </w:rPr>
            </w:pPr>
            <w:r w:rsidRPr="005C5AE9">
              <w:rPr>
                <w:rFonts w:ascii="Corbel" w:hAnsi="Corbel"/>
                <w:sz w:val="24"/>
                <w:szCs w:val="24"/>
              </w:rPr>
              <w:t xml:space="preserve">lab. </w:t>
            </w:r>
          </w:p>
        </w:tc>
      </w:tr>
      <w:tr w:rsidR="00497257" w:rsidRPr="005C5AE9" w14:paraId="1E2656E1" w14:textId="77777777" w:rsidTr="00ED788C">
        <w:tc>
          <w:tcPr>
            <w:tcW w:w="2410" w:type="dxa"/>
          </w:tcPr>
          <w:p w14:paraId="2AF76F7E" w14:textId="77777777" w:rsidR="00497257" w:rsidRPr="005C5AE9" w:rsidRDefault="00497257" w:rsidP="00ED78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5AE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717CF210" w14:textId="77777777" w:rsidR="00497257" w:rsidRPr="005C5AE9" w:rsidRDefault="00497257" w:rsidP="00ED788C">
            <w:pPr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5C5AE9">
              <w:rPr>
                <w:rFonts w:ascii="Corbel" w:hAnsi="Corbel"/>
                <w:sz w:val="24"/>
                <w:szCs w:val="24"/>
              </w:rPr>
              <w:t>Ocena z kolokwium.</w:t>
            </w:r>
          </w:p>
        </w:tc>
        <w:tc>
          <w:tcPr>
            <w:tcW w:w="2126" w:type="dxa"/>
          </w:tcPr>
          <w:p w14:paraId="615F3FFA" w14:textId="77777777" w:rsidR="00497257" w:rsidRPr="005C5AE9" w:rsidRDefault="00497257" w:rsidP="00ED788C">
            <w:pPr>
              <w:spacing w:before="40"/>
              <w:rPr>
                <w:rFonts w:ascii="Corbel" w:hAnsi="Corbel"/>
                <w:sz w:val="24"/>
                <w:szCs w:val="24"/>
              </w:rPr>
            </w:pPr>
            <w:r w:rsidRPr="005C5AE9">
              <w:rPr>
                <w:rFonts w:ascii="Corbel" w:hAnsi="Corbel"/>
                <w:sz w:val="24"/>
                <w:szCs w:val="24"/>
              </w:rPr>
              <w:t xml:space="preserve">lab. </w:t>
            </w:r>
          </w:p>
        </w:tc>
      </w:tr>
      <w:tr w:rsidR="00497257" w:rsidRPr="005C5AE9" w14:paraId="6938E219" w14:textId="77777777" w:rsidTr="00ED788C">
        <w:tc>
          <w:tcPr>
            <w:tcW w:w="2410" w:type="dxa"/>
          </w:tcPr>
          <w:p w14:paraId="3FDFAF49" w14:textId="77777777" w:rsidR="00497257" w:rsidRPr="005C5AE9" w:rsidRDefault="00497257" w:rsidP="00ED78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5AE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14:paraId="03544A2E" w14:textId="77777777" w:rsidR="00497257" w:rsidRPr="005C5AE9" w:rsidRDefault="00497257" w:rsidP="00ED788C">
            <w:pPr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5C5AE9">
              <w:rPr>
                <w:rFonts w:ascii="Corbel" w:hAnsi="Corbel"/>
                <w:sz w:val="24"/>
                <w:szCs w:val="24"/>
              </w:rPr>
              <w:t>Obserwacja i weryfikacja w trakcie zajęć praktycznych przy komputerze.</w:t>
            </w:r>
          </w:p>
        </w:tc>
        <w:tc>
          <w:tcPr>
            <w:tcW w:w="2126" w:type="dxa"/>
          </w:tcPr>
          <w:p w14:paraId="53AE8533" w14:textId="77777777" w:rsidR="00497257" w:rsidRPr="005C5AE9" w:rsidRDefault="00497257" w:rsidP="00ED788C">
            <w:pPr>
              <w:spacing w:before="40"/>
              <w:rPr>
                <w:rFonts w:ascii="Corbel" w:hAnsi="Corbel"/>
                <w:sz w:val="24"/>
                <w:szCs w:val="24"/>
              </w:rPr>
            </w:pPr>
            <w:r w:rsidRPr="005C5AE9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497257" w:rsidRPr="005C5AE9" w14:paraId="3B7AECF0" w14:textId="77777777" w:rsidTr="00ED788C">
        <w:tc>
          <w:tcPr>
            <w:tcW w:w="2410" w:type="dxa"/>
          </w:tcPr>
          <w:p w14:paraId="4646D17E" w14:textId="77777777" w:rsidR="00497257" w:rsidRPr="005C5AE9" w:rsidRDefault="00497257" w:rsidP="00ED78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5AE9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14:paraId="25DFA4A5" w14:textId="77777777" w:rsidR="00497257" w:rsidRPr="005C5AE9" w:rsidRDefault="00497257" w:rsidP="00ED788C">
            <w:pPr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5C5AE9">
              <w:rPr>
                <w:rFonts w:ascii="Corbel" w:hAnsi="Corbel"/>
                <w:sz w:val="24"/>
                <w:szCs w:val="24"/>
              </w:rPr>
              <w:t>Ocena z kolokwium.</w:t>
            </w:r>
          </w:p>
        </w:tc>
        <w:tc>
          <w:tcPr>
            <w:tcW w:w="2126" w:type="dxa"/>
          </w:tcPr>
          <w:p w14:paraId="0FBC0791" w14:textId="77777777" w:rsidR="00497257" w:rsidRPr="005C5AE9" w:rsidRDefault="00497257" w:rsidP="00ED788C">
            <w:pPr>
              <w:spacing w:before="40"/>
              <w:rPr>
                <w:rFonts w:ascii="Corbel" w:hAnsi="Corbel"/>
                <w:sz w:val="24"/>
                <w:szCs w:val="24"/>
              </w:rPr>
            </w:pPr>
            <w:r w:rsidRPr="005C5AE9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75E093EB" w14:textId="77777777" w:rsidR="00461F06" w:rsidRDefault="00461F0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978B51" w14:textId="77777777" w:rsidR="00461F06" w:rsidRPr="009C54AE" w:rsidRDefault="00461F0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C8807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1F5072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CF92B7" w14:textId="77777777" w:rsidTr="00923D7D">
        <w:tc>
          <w:tcPr>
            <w:tcW w:w="9670" w:type="dxa"/>
          </w:tcPr>
          <w:p w14:paraId="401F7C24" w14:textId="7EB639AB" w:rsidR="0085747A" w:rsidRPr="009C54AE" w:rsidRDefault="00E877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461F06" w:rsidRPr="00461F06">
              <w:rPr>
                <w:rFonts w:ascii="Corbel" w:hAnsi="Corbel"/>
                <w:b w:val="0"/>
                <w:smallCaps w:val="0"/>
                <w:szCs w:val="24"/>
              </w:rPr>
              <w:t xml:space="preserve">ktywny udział w zajęciach, </w:t>
            </w:r>
            <w:r w:rsidR="00461F06">
              <w:rPr>
                <w:rFonts w:ascii="Corbel" w:hAnsi="Corbel"/>
                <w:b w:val="0"/>
                <w:smallCaps w:val="0"/>
                <w:szCs w:val="24"/>
              </w:rPr>
              <w:t>uzyskanie pozy</w:t>
            </w:r>
            <w:r w:rsidR="009A3D07">
              <w:rPr>
                <w:rFonts w:ascii="Corbel" w:hAnsi="Corbel"/>
                <w:b w:val="0"/>
                <w:smallCaps w:val="0"/>
                <w:szCs w:val="24"/>
              </w:rPr>
              <w:t xml:space="preserve">tywnej oceny z kolokwium. </w:t>
            </w:r>
          </w:p>
          <w:p w14:paraId="12EA5449" w14:textId="77777777"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B03AE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F3C738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292EC0" w14:textId="77777777" w:rsidR="00461F06" w:rsidRPr="009C54AE" w:rsidRDefault="00461F0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F36FB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91286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D128BD5" w14:textId="77777777" w:rsidTr="003E1941">
        <w:tc>
          <w:tcPr>
            <w:tcW w:w="4962" w:type="dxa"/>
            <w:vAlign w:val="center"/>
          </w:tcPr>
          <w:p w14:paraId="76BA974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F4A365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0C1440D" w14:textId="77777777" w:rsidTr="00923D7D">
        <w:tc>
          <w:tcPr>
            <w:tcW w:w="4962" w:type="dxa"/>
          </w:tcPr>
          <w:p w14:paraId="1B8B2C1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52753A9" w14:textId="77777777" w:rsidR="0085747A" w:rsidRPr="009C54AE" w:rsidRDefault="00D1584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4D87FFB" w14:textId="77777777" w:rsidTr="00923D7D">
        <w:tc>
          <w:tcPr>
            <w:tcW w:w="4962" w:type="dxa"/>
          </w:tcPr>
          <w:p w14:paraId="615C6F6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2AA39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8D314FA" w14:textId="77777777" w:rsidR="00C61DC5" w:rsidRPr="009C54AE" w:rsidRDefault="00D23E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152D79D5" w14:textId="77777777" w:rsidTr="00923D7D">
        <w:tc>
          <w:tcPr>
            <w:tcW w:w="4962" w:type="dxa"/>
          </w:tcPr>
          <w:p w14:paraId="40B28CC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CCEE0B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4790B2F0" w14:textId="77777777" w:rsidR="00C61DC5" w:rsidRPr="009C54AE" w:rsidRDefault="00D1584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</w:t>
            </w:r>
          </w:p>
        </w:tc>
      </w:tr>
      <w:tr w:rsidR="0085747A" w:rsidRPr="009C54AE" w14:paraId="4E2E177E" w14:textId="77777777" w:rsidTr="00923D7D">
        <w:tc>
          <w:tcPr>
            <w:tcW w:w="4962" w:type="dxa"/>
          </w:tcPr>
          <w:p w14:paraId="0CA78F4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1330B21F" w14:textId="77777777" w:rsidR="0085747A" w:rsidRPr="009C54AE" w:rsidRDefault="00461F0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E90B974" w14:textId="77777777" w:rsidTr="00923D7D">
        <w:tc>
          <w:tcPr>
            <w:tcW w:w="4962" w:type="dxa"/>
          </w:tcPr>
          <w:p w14:paraId="59481A8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2DCFFC" w14:textId="77777777" w:rsidR="0085747A" w:rsidRPr="009C54AE" w:rsidRDefault="00461F0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279F3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813AF1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2FC77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204D59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FE3200F" w14:textId="77777777" w:rsidTr="0071620A">
        <w:trPr>
          <w:trHeight w:val="397"/>
        </w:trPr>
        <w:tc>
          <w:tcPr>
            <w:tcW w:w="3544" w:type="dxa"/>
          </w:tcPr>
          <w:p w14:paraId="1E839B4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9E922A6" w14:textId="77777777" w:rsidR="0085747A" w:rsidRPr="009C54AE" w:rsidRDefault="007A33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5747A" w:rsidRPr="009C54AE" w14:paraId="603E5890" w14:textId="77777777" w:rsidTr="0071620A">
        <w:trPr>
          <w:trHeight w:val="397"/>
        </w:trPr>
        <w:tc>
          <w:tcPr>
            <w:tcW w:w="3544" w:type="dxa"/>
          </w:tcPr>
          <w:p w14:paraId="0751AC8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355738A" w14:textId="77777777" w:rsidR="0085747A" w:rsidRPr="009C54AE" w:rsidRDefault="007A33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Brak </w:t>
            </w:r>
          </w:p>
        </w:tc>
      </w:tr>
    </w:tbl>
    <w:p w14:paraId="52D86793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0A5562" w14:textId="77777777" w:rsidR="00461F06" w:rsidRPr="009C54AE" w:rsidRDefault="00461F0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7A686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904A6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61F06" w:rsidRPr="009C54AE" w14:paraId="29C7F91D" w14:textId="77777777" w:rsidTr="00B56C55">
        <w:trPr>
          <w:trHeight w:val="397"/>
        </w:trPr>
        <w:tc>
          <w:tcPr>
            <w:tcW w:w="7513" w:type="dxa"/>
          </w:tcPr>
          <w:p w14:paraId="5269618C" w14:textId="77777777" w:rsidR="00461F06" w:rsidRPr="005C3327" w:rsidRDefault="00461F06" w:rsidP="00B56C5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C332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3B224A5" w14:textId="77777777" w:rsidR="00742D44" w:rsidRPr="002C2723" w:rsidRDefault="00742D44" w:rsidP="00B13810">
            <w:pPr>
              <w:pStyle w:val="Punktygwne"/>
              <w:spacing w:before="0" w:after="0"/>
              <w:ind w:left="487" w:right="284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D44">
              <w:rPr>
                <w:rFonts w:ascii="Corbel" w:hAnsi="Corbel"/>
                <w:b w:val="0"/>
                <w:smallCaps w:val="0"/>
                <w:szCs w:val="24"/>
              </w:rPr>
              <w:t xml:space="preserve">Lambert J., Frye C., </w:t>
            </w:r>
            <w:r w:rsidRPr="00742D4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Microsoft Office 2016. </w:t>
            </w:r>
            <w:r w:rsidRPr="00A31797">
              <w:rPr>
                <w:rFonts w:ascii="Corbel" w:hAnsi="Corbel"/>
                <w:b w:val="0"/>
                <w:i/>
                <w:smallCaps w:val="0"/>
                <w:szCs w:val="24"/>
              </w:rPr>
              <w:t>Krok po kroku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14:paraId="1434CBE6" w14:textId="77777777" w:rsidR="00742D44" w:rsidRDefault="00742D44" w:rsidP="00B13810">
            <w:pPr>
              <w:pStyle w:val="Punktygwne"/>
              <w:spacing w:before="0" w:after="0"/>
              <w:ind w:left="487" w:right="284" w:hanging="42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31797">
              <w:rPr>
                <w:rFonts w:ascii="Corbel" w:hAnsi="Corbel"/>
                <w:b w:val="0"/>
                <w:smallCaps w:val="0"/>
                <w:szCs w:val="24"/>
              </w:rPr>
              <w:t>Stallings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r w:rsidRPr="00A31797">
              <w:rPr>
                <w:rFonts w:ascii="Corbel" w:hAnsi="Corbel"/>
                <w:b w:val="0"/>
                <w:i/>
                <w:smallCaps w:val="0"/>
                <w:szCs w:val="24"/>
              </w:rPr>
              <w:t>Systemy operacyjne. Architektura, funkcjonow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anie i projektowanie Wydanie IX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Gliwice 2018.</w:t>
            </w:r>
          </w:p>
          <w:p w14:paraId="51E06D25" w14:textId="487EF711" w:rsidR="00461F06" w:rsidRPr="002C2723" w:rsidRDefault="00742D44" w:rsidP="00B13810">
            <w:pPr>
              <w:pStyle w:val="Punktygwne"/>
              <w:spacing w:before="0" w:after="0"/>
              <w:ind w:left="487" w:right="284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Szeląg </w:t>
            </w:r>
            <w:bookmarkStart w:id="0" w:name="_GoBack"/>
            <w:bookmarkEnd w:id="0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A., </w:t>
            </w:r>
            <w:r w:rsidRPr="00A31797">
              <w:rPr>
                <w:rFonts w:ascii="Corbel" w:hAnsi="Corbel"/>
                <w:b w:val="0"/>
                <w:i/>
                <w:smallCaps w:val="0"/>
                <w:szCs w:val="24"/>
              </w:rPr>
              <w:t>Windows 10 PL : optymalizacja i zaawansowane zarządzanie systemem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Gliwice 2015.</w:t>
            </w:r>
          </w:p>
        </w:tc>
      </w:tr>
      <w:tr w:rsidR="00461F06" w:rsidRPr="009C54AE" w14:paraId="61DBCFC4" w14:textId="77777777" w:rsidTr="00B56C55">
        <w:trPr>
          <w:trHeight w:val="397"/>
        </w:trPr>
        <w:tc>
          <w:tcPr>
            <w:tcW w:w="7513" w:type="dxa"/>
          </w:tcPr>
          <w:p w14:paraId="77AC8AC0" w14:textId="64A9301F" w:rsidR="00461F06" w:rsidRDefault="00461F06" w:rsidP="00B56C5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C332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89C4D12" w14:textId="43E79644" w:rsidR="00742D44" w:rsidRPr="001B0476" w:rsidRDefault="00742D44" w:rsidP="00B13810">
            <w:pPr>
              <w:pStyle w:val="Punktygwne"/>
              <w:spacing w:before="0" w:after="0"/>
              <w:ind w:left="629" w:hanging="567"/>
              <w:jc w:val="both"/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Bochańczyk-Kupka D., </w:t>
            </w:r>
            <w:r w:rsidRPr="001B0476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Państwo a ochrona własności </w:t>
            </w:r>
            <w:r w:rsidR="00E33DB7" w:rsidRPr="001B0476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Intelektualnej</w:t>
            </w:r>
            <w:r w:rsidR="00E33DB7">
              <w:rPr>
                <w:rFonts w:ascii="Corbel" w:hAnsi="Corbel"/>
                <w:b w:val="0"/>
                <w:bCs/>
                <w:smallCaps w:val="0"/>
                <w:szCs w:val="24"/>
              </w:rPr>
              <w:t>, 2017, ,,</w:t>
            </w:r>
            <w:r w:rsidR="00E33DB7" w:rsidRPr="001B0476">
              <w:rPr>
                <w:rFonts w:ascii="Corbel" w:hAnsi="Corbel"/>
                <w:b w:val="0"/>
                <w:bCs/>
                <w:smallCaps w:val="0"/>
                <w:szCs w:val="24"/>
              </w:rPr>
              <w:t>Studia Ekonomiczne. Zeszyty Naukowe</w:t>
            </w:r>
            <w:r w:rsidR="00E33DB7">
              <w:rPr>
                <w:rFonts w:ascii="Corbel" w:hAnsi="Corbel"/>
                <w:b w:val="0"/>
                <w:bCs/>
                <w:smallCaps w:val="0"/>
                <w:szCs w:val="24"/>
              </w:rPr>
              <w:t>” nr 311.</w:t>
            </w:r>
          </w:p>
          <w:p w14:paraId="2F458395" w14:textId="77777777" w:rsidR="00742D44" w:rsidRDefault="00742D44" w:rsidP="00B13810">
            <w:pPr>
              <w:pStyle w:val="Punktygwne"/>
              <w:spacing w:before="0" w:after="0"/>
              <w:ind w:left="629" w:hanging="567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Dębicka O., Borodo A., Winiarski J., </w:t>
            </w:r>
            <w:r w:rsidRPr="009E715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 danych osobowych w branży E-Commerce w Polsce</w:t>
            </w: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2017,</w:t>
            </w: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,,</w:t>
            </w: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Zeszyty Naukowe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Uniwersytetu Gdańskieg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o” </w:t>
            </w: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nr 1.</w:t>
            </w:r>
          </w:p>
          <w:p w14:paraId="58A7F5A8" w14:textId="77777777" w:rsidR="00742D44" w:rsidRPr="00056C6E" w:rsidRDefault="00742D44" w:rsidP="00B13810">
            <w:pPr>
              <w:pStyle w:val="Punktygwne"/>
              <w:spacing w:before="0" w:after="0"/>
              <w:ind w:left="629" w:hanging="56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Krawczyk A., </w:t>
            </w:r>
            <w:r w:rsidRPr="00056C6E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Potencjał wykorzystania informacji dotyczących elektronicznej oferty bibliotek naukowych w statystyce bibliotecznej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2018, No. 13.</w:t>
            </w:r>
          </w:p>
          <w:p w14:paraId="3E8819A1" w14:textId="77777777" w:rsidR="00742D44" w:rsidRDefault="00742D44" w:rsidP="00B13810">
            <w:pPr>
              <w:pStyle w:val="Punktygwne"/>
              <w:spacing w:before="0" w:after="0"/>
              <w:ind w:left="629" w:hanging="567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56C6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Masłowski K., </w:t>
            </w:r>
            <w:r w:rsidRPr="00056C6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Excel 2016. </w:t>
            </w:r>
            <w:r w:rsidRPr="00E8776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Ćwiczenia zaawansowane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Warszawa 2019. </w:t>
            </w:r>
          </w:p>
          <w:p w14:paraId="07F52011" w14:textId="064C090A" w:rsidR="001B0476" w:rsidRPr="00E87761" w:rsidRDefault="00742D44" w:rsidP="00B13810">
            <w:pPr>
              <w:pStyle w:val="Punktygwne"/>
              <w:spacing w:before="0" w:after="0"/>
              <w:ind w:left="629" w:hanging="567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B047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Wołk K., </w:t>
            </w:r>
            <w:r w:rsidRPr="001B04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Microsoft Office 2019 oraz 365 od podstaw</w:t>
            </w:r>
            <w:r w:rsidRPr="001B047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2019</w:t>
            </w:r>
          </w:p>
        </w:tc>
      </w:tr>
    </w:tbl>
    <w:p w14:paraId="48BE76C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DEC1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A5A6D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208BF0" w14:textId="77777777" w:rsidR="002961ED" w:rsidRDefault="002961ED" w:rsidP="00C16ABF">
      <w:pPr>
        <w:spacing w:after="0" w:line="240" w:lineRule="auto"/>
      </w:pPr>
      <w:r>
        <w:separator/>
      </w:r>
    </w:p>
  </w:endnote>
  <w:endnote w:type="continuationSeparator" w:id="0">
    <w:p w14:paraId="77278ECD" w14:textId="77777777" w:rsidR="002961ED" w:rsidRDefault="002961E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0C94E5" w14:textId="77777777" w:rsidR="002961ED" w:rsidRDefault="002961ED" w:rsidP="00C16ABF">
      <w:pPr>
        <w:spacing w:after="0" w:line="240" w:lineRule="auto"/>
      </w:pPr>
      <w:r>
        <w:separator/>
      </w:r>
    </w:p>
  </w:footnote>
  <w:footnote w:type="continuationSeparator" w:id="0">
    <w:p w14:paraId="5892274C" w14:textId="77777777" w:rsidR="002961ED" w:rsidRDefault="002961E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BD2F47"/>
    <w:multiLevelType w:val="hybridMultilevel"/>
    <w:tmpl w:val="759AFD24"/>
    <w:lvl w:ilvl="0" w:tplc="DF4018E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">
    <w:nsid w:val="751F77D6"/>
    <w:multiLevelType w:val="multilevel"/>
    <w:tmpl w:val="BD005F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b/>
        <w:i w:val="0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ascii="Times New Roman" w:hAnsi="Times New Roman" w:cs="Times New Roman" w:hint="default"/>
        <w:b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b/>
        <w:i w:val="0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b/>
        <w:i w:val="0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C6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773A"/>
    <w:rsid w:val="001640A7"/>
    <w:rsid w:val="00164FA7"/>
    <w:rsid w:val="00166A03"/>
    <w:rsid w:val="001718A7"/>
    <w:rsid w:val="001737CF"/>
    <w:rsid w:val="00176083"/>
    <w:rsid w:val="00192F37"/>
    <w:rsid w:val="001A70D2"/>
    <w:rsid w:val="001B047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61ED"/>
    <w:rsid w:val="002A22BF"/>
    <w:rsid w:val="002A2389"/>
    <w:rsid w:val="002A3D8F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23D"/>
    <w:rsid w:val="003151C5"/>
    <w:rsid w:val="003343CF"/>
    <w:rsid w:val="00346FE9"/>
    <w:rsid w:val="0034759A"/>
    <w:rsid w:val="003503F6"/>
    <w:rsid w:val="003530DD"/>
    <w:rsid w:val="00363F78"/>
    <w:rsid w:val="003724D6"/>
    <w:rsid w:val="003A0A5B"/>
    <w:rsid w:val="003A1176"/>
    <w:rsid w:val="003C09E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1F06"/>
    <w:rsid w:val="004652C2"/>
    <w:rsid w:val="004706D1"/>
    <w:rsid w:val="00471326"/>
    <w:rsid w:val="0047598D"/>
    <w:rsid w:val="004840FD"/>
    <w:rsid w:val="00490F7D"/>
    <w:rsid w:val="00491678"/>
    <w:rsid w:val="004968E2"/>
    <w:rsid w:val="00497257"/>
    <w:rsid w:val="004A3EEA"/>
    <w:rsid w:val="004A4D1F"/>
    <w:rsid w:val="004D5282"/>
    <w:rsid w:val="004E1397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5AE9"/>
    <w:rsid w:val="005C696A"/>
    <w:rsid w:val="005E6E85"/>
    <w:rsid w:val="005F31D2"/>
    <w:rsid w:val="005F3B4E"/>
    <w:rsid w:val="0061029B"/>
    <w:rsid w:val="00617230"/>
    <w:rsid w:val="00621CE1"/>
    <w:rsid w:val="00627FC9"/>
    <w:rsid w:val="00647FA8"/>
    <w:rsid w:val="00650C5F"/>
    <w:rsid w:val="00654934"/>
    <w:rsid w:val="006620D9"/>
    <w:rsid w:val="00665A46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D44"/>
    <w:rsid w:val="00745302"/>
    <w:rsid w:val="007461D6"/>
    <w:rsid w:val="00746EC8"/>
    <w:rsid w:val="00763BF1"/>
    <w:rsid w:val="00766FD4"/>
    <w:rsid w:val="0078168C"/>
    <w:rsid w:val="00787C2A"/>
    <w:rsid w:val="00790E27"/>
    <w:rsid w:val="007A3396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5B42"/>
    <w:rsid w:val="008A45F7"/>
    <w:rsid w:val="008C0BE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3D07"/>
    <w:rsid w:val="009A78D9"/>
    <w:rsid w:val="009C3E31"/>
    <w:rsid w:val="009C54AE"/>
    <w:rsid w:val="009C788E"/>
    <w:rsid w:val="009D3F3B"/>
    <w:rsid w:val="009E0543"/>
    <w:rsid w:val="009E3B41"/>
    <w:rsid w:val="009E715F"/>
    <w:rsid w:val="009F3C5C"/>
    <w:rsid w:val="009F4610"/>
    <w:rsid w:val="00A00ECC"/>
    <w:rsid w:val="00A155EE"/>
    <w:rsid w:val="00A1711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4E7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81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A9F"/>
    <w:rsid w:val="00BB520A"/>
    <w:rsid w:val="00BD3869"/>
    <w:rsid w:val="00BD66E9"/>
    <w:rsid w:val="00BD6FF4"/>
    <w:rsid w:val="00BE11A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099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5843"/>
    <w:rsid w:val="00D17C3C"/>
    <w:rsid w:val="00D23EFE"/>
    <w:rsid w:val="00D2682B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4871"/>
    <w:rsid w:val="00DF71C8"/>
    <w:rsid w:val="00E129B8"/>
    <w:rsid w:val="00E16420"/>
    <w:rsid w:val="00E21E7D"/>
    <w:rsid w:val="00E22FBC"/>
    <w:rsid w:val="00E24BF5"/>
    <w:rsid w:val="00E25338"/>
    <w:rsid w:val="00E33DB7"/>
    <w:rsid w:val="00E51E44"/>
    <w:rsid w:val="00E63348"/>
    <w:rsid w:val="00E742AA"/>
    <w:rsid w:val="00E77E88"/>
    <w:rsid w:val="00E8107D"/>
    <w:rsid w:val="00E87761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1EC80"/>
  <w15:docId w15:val="{CABCCAD7-D7D7-409E-B24A-3CC9AF2B2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497257"/>
    <w:pPr>
      <w:ind w:left="72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7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D5A0F6-7138-4294-A6D9-F676E4453D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53E492-23A0-419D-8586-AA08DD8DEFBE}"/>
</file>

<file path=customXml/itemProps3.xml><?xml version="1.0" encoding="utf-8"?>
<ds:datastoreItem xmlns:ds="http://schemas.openxmlformats.org/officeDocument/2006/customXml" ds:itemID="{6DBDED86-54C5-4201-ADAB-5311A23207C6}"/>
</file>

<file path=customXml/itemProps4.xml><?xml version="1.0" encoding="utf-8"?>
<ds:datastoreItem xmlns:ds="http://schemas.openxmlformats.org/officeDocument/2006/customXml" ds:itemID="{ED0BDFF3-0D3F-49ED-B5BB-BDF5B35E8A66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805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4</cp:revision>
  <cp:lastPrinted>2019-02-06T12:12:00Z</cp:lastPrinted>
  <dcterms:created xsi:type="dcterms:W3CDTF">2021-11-08T23:11:00Z</dcterms:created>
  <dcterms:modified xsi:type="dcterms:W3CDTF">2021-11-12T22:17:00Z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